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D011D" w14:textId="33A50A83" w:rsidR="004D0EC6" w:rsidRPr="00DA4325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</w:rPr>
        <w:t xml:space="preserve">RESULTADOS DA ORDEM DO DIA DA </w:t>
      </w:r>
      <w:r w:rsidR="00F44F6E">
        <w:rPr>
          <w:rFonts w:cs="Arial"/>
          <w:b/>
        </w:rPr>
        <w:t>40</w:t>
      </w:r>
      <w:r w:rsidR="004D0EC6" w:rsidRPr="00DA4325">
        <w:rPr>
          <w:rFonts w:cs="Arial"/>
          <w:b/>
        </w:rPr>
        <w:t>ª SESSÃO ORDINÁRIA</w:t>
      </w:r>
      <w:r w:rsidR="004D0EC6" w:rsidRPr="00DA4325">
        <w:rPr>
          <w:rFonts w:cs="Arial"/>
          <w:b/>
          <w:bCs/>
        </w:rPr>
        <w:t xml:space="preserve"> DO ANO DE 202</w:t>
      </w:r>
      <w:r w:rsidR="008F6682" w:rsidRPr="00DA4325">
        <w:rPr>
          <w:rFonts w:cs="Arial"/>
          <w:b/>
          <w:bCs/>
        </w:rPr>
        <w:t>5</w:t>
      </w:r>
    </w:p>
    <w:p w14:paraId="0ACBB634" w14:textId="789D9191" w:rsidR="00DF622C" w:rsidRPr="00DA4325" w:rsidRDefault="00747647" w:rsidP="0090253A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  <w:bCs/>
        </w:rPr>
        <w:t xml:space="preserve">REALIZADA EM </w:t>
      </w:r>
      <w:r w:rsidR="00F44F6E">
        <w:rPr>
          <w:rFonts w:cs="Arial"/>
          <w:b/>
          <w:bCs/>
        </w:rPr>
        <w:t>11</w:t>
      </w:r>
      <w:r w:rsidR="004C301C" w:rsidRPr="00DA4325">
        <w:rPr>
          <w:rFonts w:cs="Arial"/>
          <w:b/>
        </w:rPr>
        <w:t>/</w:t>
      </w:r>
      <w:r w:rsidR="00167FCF" w:rsidRPr="00DA4325">
        <w:rPr>
          <w:rFonts w:cs="Arial"/>
          <w:b/>
        </w:rPr>
        <w:t>1</w:t>
      </w:r>
      <w:r w:rsidR="00690F76">
        <w:rPr>
          <w:rFonts w:cs="Arial"/>
          <w:b/>
        </w:rPr>
        <w:t>2</w:t>
      </w:r>
      <w:r w:rsidR="00035B24" w:rsidRPr="00DA4325">
        <w:rPr>
          <w:rFonts w:cs="Arial"/>
          <w:b/>
        </w:rPr>
        <w:t>/</w:t>
      </w:r>
      <w:r w:rsidR="004D0EC6" w:rsidRPr="00DA4325">
        <w:rPr>
          <w:rFonts w:cs="Arial"/>
          <w:b/>
        </w:rPr>
        <w:t>202</w:t>
      </w:r>
      <w:r w:rsidR="008F6682" w:rsidRPr="00DA4325">
        <w:rPr>
          <w:rFonts w:cs="Arial"/>
          <w:b/>
        </w:rPr>
        <w:t>5</w:t>
      </w:r>
      <w:r w:rsidR="004D0EC6" w:rsidRPr="00DA4325">
        <w:rPr>
          <w:rFonts w:cs="Arial"/>
          <w:b/>
          <w:bCs/>
        </w:rPr>
        <w:t xml:space="preserve"> (</w:t>
      </w:r>
      <w:r w:rsidR="00A2002F" w:rsidRPr="00DA4325">
        <w:rPr>
          <w:rFonts w:cs="Arial"/>
          <w:b/>
          <w:bCs/>
        </w:rPr>
        <w:t>qu</w:t>
      </w:r>
      <w:r w:rsidR="00F44F6E">
        <w:rPr>
          <w:rFonts w:cs="Arial"/>
          <w:b/>
          <w:bCs/>
        </w:rPr>
        <w:t>in</w:t>
      </w:r>
      <w:r w:rsidR="00E24FC9" w:rsidRPr="00DA4325">
        <w:rPr>
          <w:rFonts w:cs="Arial"/>
          <w:b/>
          <w:bCs/>
        </w:rPr>
        <w:t>t</w:t>
      </w:r>
      <w:r w:rsidR="000E22AD" w:rsidRPr="00DA4325">
        <w:rPr>
          <w:rFonts w:cs="Arial"/>
          <w:b/>
          <w:bCs/>
        </w:rPr>
        <w:t>a</w:t>
      </w:r>
      <w:r w:rsidR="00B1094E" w:rsidRPr="00DA4325">
        <w:rPr>
          <w:rFonts w:cs="Arial"/>
          <w:b/>
          <w:bCs/>
        </w:rPr>
        <w:t>-feira</w:t>
      </w:r>
      <w:r w:rsidR="004D0EC6" w:rsidRPr="00DA4325">
        <w:rPr>
          <w:rFonts w:cs="Arial"/>
          <w:b/>
          <w:bCs/>
        </w:rPr>
        <w:t>)</w:t>
      </w:r>
    </w:p>
    <w:p w14:paraId="712B5CB6" w14:textId="77777777" w:rsidR="00981605" w:rsidRPr="00296244" w:rsidRDefault="00981605" w:rsidP="00DC4F86">
      <w:pPr>
        <w:tabs>
          <w:tab w:val="left" w:pos="1134"/>
        </w:tabs>
        <w:jc w:val="center"/>
        <w:rPr>
          <w:rFonts w:cs="Arial"/>
          <w:b/>
          <w:bCs/>
          <w:sz w:val="10"/>
          <w:szCs w:val="10"/>
        </w:rPr>
      </w:pPr>
    </w:p>
    <w:p w14:paraId="086E4372" w14:textId="77777777" w:rsidR="00636EBC" w:rsidRPr="00296244" w:rsidRDefault="00636EBC" w:rsidP="00DC4F86">
      <w:pPr>
        <w:tabs>
          <w:tab w:val="left" w:pos="1134"/>
        </w:tabs>
        <w:jc w:val="center"/>
        <w:rPr>
          <w:rFonts w:cs="Arial"/>
          <w:b/>
          <w:bCs/>
          <w:sz w:val="10"/>
          <w:szCs w:val="10"/>
        </w:rPr>
      </w:pPr>
    </w:p>
    <w:p w14:paraId="6956014C" w14:textId="26539BCF" w:rsidR="00690F76" w:rsidRDefault="00690F76" w:rsidP="00690F76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 xml:space="preserve">Discussão única do </w:t>
      </w:r>
      <w:r w:rsidR="00F44F6E">
        <w:rPr>
          <w:rFonts w:cs="Arial"/>
          <w:b/>
          <w:color w:val="000000"/>
          <w:u w:val="single"/>
        </w:rPr>
        <w:t xml:space="preserve">PR </w:t>
      </w:r>
      <w:r w:rsidR="00F44F6E" w:rsidRPr="00E51A43">
        <w:rPr>
          <w:rFonts w:cs="Arial"/>
          <w:b/>
          <w:color w:val="000000"/>
          <w:u w:val="single"/>
        </w:rPr>
        <w:t xml:space="preserve">nº </w:t>
      </w:r>
      <w:r w:rsidR="00F44F6E">
        <w:rPr>
          <w:rFonts w:cs="Arial"/>
          <w:b/>
          <w:color w:val="000000"/>
          <w:u w:val="single"/>
        </w:rPr>
        <w:t>5</w:t>
      </w:r>
      <w:r w:rsidR="00F44F6E" w:rsidRPr="00E51A43">
        <w:rPr>
          <w:rFonts w:cs="Arial"/>
          <w:b/>
          <w:color w:val="000000"/>
          <w:u w:val="single"/>
        </w:rPr>
        <w:t xml:space="preserve">/2025 - Projeto de </w:t>
      </w:r>
      <w:r w:rsidR="00F44F6E">
        <w:rPr>
          <w:rFonts w:cs="Arial"/>
          <w:b/>
          <w:color w:val="000000"/>
          <w:u w:val="single"/>
        </w:rPr>
        <w:t>Resolução</w:t>
      </w:r>
    </w:p>
    <w:p w14:paraId="50F04490" w14:textId="086EA23C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F44F6E">
        <w:rPr>
          <w:rFonts w:cs="Arial"/>
          <w:color w:val="000000"/>
        </w:rPr>
        <w:t>Mesa Diretora do Legislativo</w:t>
      </w:r>
      <w:r w:rsidR="00690F76">
        <w:rPr>
          <w:rFonts w:cs="Arial"/>
          <w:color w:val="000000"/>
        </w:rPr>
        <w:t>.</w:t>
      </w:r>
    </w:p>
    <w:p w14:paraId="2C8322D4" w14:textId="15EFD5FD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F44F6E" w:rsidRPr="00DD2AAD">
        <w:rPr>
          <w:rFonts w:cs="Arial"/>
          <w:color w:val="000000"/>
        </w:rPr>
        <w:t>Fixa o subsídio dos Vereadores da Câmara Municipal de Jacareí para a Legislatura 2029-2032</w:t>
      </w:r>
      <w:r w:rsidR="00690F76">
        <w:rPr>
          <w:rFonts w:cs="Arial"/>
          <w:color w:val="000000"/>
        </w:rPr>
        <w:t>.</w:t>
      </w:r>
    </w:p>
    <w:p w14:paraId="57169927" w14:textId="288CBA30" w:rsidR="0095551D" w:rsidRPr="00DA4325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A52F03" w:rsidRPr="00DA4325">
        <w:rPr>
          <w:rFonts w:cs="Arial"/>
          <w:color w:val="000000"/>
        </w:rPr>
        <w:t xml:space="preserve"> </w:t>
      </w:r>
      <w:r w:rsidR="00F44F6E">
        <w:rPr>
          <w:rFonts w:cs="Arial"/>
          <w:color w:val="000000"/>
        </w:rPr>
        <w:t>Projeto</w:t>
      </w:r>
      <w:r w:rsidR="00A80EAC">
        <w:rPr>
          <w:rFonts w:cs="Arial"/>
          <w:color w:val="000000"/>
        </w:rPr>
        <w:t xml:space="preserve"> Aprovado.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E784288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0A015187" w14:textId="7771F20C" w:rsidR="00690F76" w:rsidRDefault="00690F76" w:rsidP="00690F76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 xml:space="preserve">Discussão única do </w:t>
      </w:r>
      <w:r w:rsidR="00F44F6E">
        <w:rPr>
          <w:rFonts w:cs="Arial"/>
          <w:b/>
          <w:color w:val="000000"/>
          <w:u w:val="single"/>
        </w:rPr>
        <w:t xml:space="preserve">PR </w:t>
      </w:r>
      <w:r w:rsidR="00F44F6E" w:rsidRPr="00E51A43">
        <w:rPr>
          <w:rFonts w:cs="Arial"/>
          <w:b/>
          <w:color w:val="000000"/>
          <w:u w:val="single"/>
        </w:rPr>
        <w:t xml:space="preserve">nº </w:t>
      </w:r>
      <w:r w:rsidR="00F44F6E">
        <w:rPr>
          <w:rFonts w:cs="Arial"/>
          <w:b/>
          <w:color w:val="000000"/>
          <w:u w:val="single"/>
        </w:rPr>
        <w:t>4/</w:t>
      </w:r>
      <w:r w:rsidR="00F44F6E" w:rsidRPr="00E51A43">
        <w:rPr>
          <w:rFonts w:cs="Arial"/>
          <w:b/>
          <w:color w:val="000000"/>
          <w:u w:val="single"/>
        </w:rPr>
        <w:t xml:space="preserve">2025 - Projeto de </w:t>
      </w:r>
      <w:r w:rsidR="00F44F6E">
        <w:rPr>
          <w:rFonts w:cs="Arial"/>
          <w:b/>
          <w:color w:val="000000"/>
          <w:u w:val="single"/>
        </w:rPr>
        <w:t>Resolução</w:t>
      </w:r>
    </w:p>
    <w:p w14:paraId="3B6CE083" w14:textId="4BAAF408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F44F6E">
        <w:rPr>
          <w:rFonts w:cs="Arial"/>
          <w:color w:val="000000"/>
        </w:rPr>
        <w:t>Mesa Diretora do Legislativo</w:t>
      </w:r>
      <w:r w:rsidR="00690F76">
        <w:rPr>
          <w:rFonts w:cs="Arial"/>
          <w:color w:val="000000"/>
        </w:rPr>
        <w:t>.</w:t>
      </w:r>
    </w:p>
    <w:p w14:paraId="5AEDD057" w14:textId="5D9657C1" w:rsidR="0090253A" w:rsidRPr="00DA4325" w:rsidRDefault="0090253A" w:rsidP="00167FCF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F44F6E" w:rsidRPr="00DD2AAD">
        <w:rPr>
          <w:rFonts w:cs="Arial"/>
          <w:color w:val="000000"/>
        </w:rPr>
        <w:t>Altera a Resolução nº 740, de 16/02/2022, referente à estrutura administrativa da Câmara Municipal de Jacareí e dá outras providências</w:t>
      </w:r>
      <w:r w:rsidR="00690F76">
        <w:rPr>
          <w:rFonts w:cs="Arial"/>
          <w:color w:val="000000"/>
        </w:rPr>
        <w:t>.</w:t>
      </w:r>
    </w:p>
    <w:p w14:paraId="56468785" w14:textId="77CC6477" w:rsidR="00AC1AAB" w:rsidRPr="00DA4325" w:rsidRDefault="00AC1AAB" w:rsidP="00AC1AA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16238A" w:rsidRPr="00DA4325">
        <w:rPr>
          <w:rFonts w:cs="Arial"/>
          <w:color w:val="000000"/>
        </w:rPr>
        <w:t xml:space="preserve"> </w:t>
      </w:r>
      <w:r w:rsidR="008D7893">
        <w:rPr>
          <w:rFonts w:cs="Arial"/>
          <w:color w:val="000000"/>
        </w:rPr>
        <w:t>Parecer Aprovado</w:t>
      </w:r>
      <w:r w:rsidR="00F44F6E">
        <w:rPr>
          <w:rFonts w:cs="Arial"/>
          <w:color w:val="000000"/>
        </w:rPr>
        <w:t>, com Emenda nº 1</w:t>
      </w:r>
      <w:r w:rsidR="008D7893">
        <w:rPr>
          <w:rFonts w:cs="Arial"/>
          <w:color w:val="000000"/>
        </w:rPr>
        <w:t>.</w:t>
      </w:r>
    </w:p>
    <w:p w14:paraId="6A1ED3D6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797C8FE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ADC342E" w14:textId="0661C442" w:rsidR="00690F76" w:rsidRDefault="00D817AC" w:rsidP="00690F76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="00690F76">
        <w:rPr>
          <w:rFonts w:cs="Arial"/>
          <w:b/>
          <w:color w:val="000000"/>
          <w:u w:val="single"/>
        </w:rPr>
        <w:t xml:space="preserve">iscussão </w:t>
      </w:r>
      <w:r w:rsidRPr="00E51A43">
        <w:rPr>
          <w:rFonts w:cs="Arial"/>
          <w:b/>
          <w:color w:val="000000"/>
          <w:u w:val="single"/>
        </w:rPr>
        <w:t xml:space="preserve">única do PLL nº </w:t>
      </w:r>
      <w:r>
        <w:rPr>
          <w:rFonts w:cs="Arial"/>
          <w:b/>
          <w:color w:val="000000"/>
          <w:u w:val="single"/>
        </w:rPr>
        <w:t>139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</w:p>
    <w:p w14:paraId="073736CE" w14:textId="5576EF1B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 xml:space="preserve">: </w:t>
      </w:r>
      <w:r w:rsidR="00D817AC" w:rsidRPr="00E51A43">
        <w:rPr>
          <w:rFonts w:cs="Arial"/>
          <w:color w:val="000000"/>
        </w:rPr>
        <w:t>Vereador</w:t>
      </w:r>
      <w:r w:rsidR="00D817AC">
        <w:rPr>
          <w:rFonts w:cs="Arial"/>
          <w:color w:val="000000"/>
        </w:rPr>
        <w:t xml:space="preserve">a </w:t>
      </w:r>
      <w:r w:rsidR="00D817AC" w:rsidRPr="00651E46">
        <w:rPr>
          <w:rFonts w:cs="Arial"/>
          <w:color w:val="000000"/>
        </w:rPr>
        <w:t>Maria Amélia</w:t>
      </w:r>
      <w:r w:rsidR="00690F76">
        <w:rPr>
          <w:rFonts w:cs="Arial"/>
          <w:color w:val="000000"/>
        </w:rPr>
        <w:t>.</w:t>
      </w:r>
    </w:p>
    <w:p w14:paraId="6C3E36AE" w14:textId="23EEE53D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 xml:space="preserve">: </w:t>
      </w:r>
      <w:r w:rsidR="00D817AC" w:rsidRPr="000645E2">
        <w:rPr>
          <w:rFonts w:cs="Arial"/>
          <w:color w:val="000000"/>
        </w:rPr>
        <w:t>Dispõe sobre a denominação da Rua Seis, localizada no Bairro Matadouro – Loteamento Terras de Santa Clara, na cidade de Jacareí/SP, como Rua Lucas Barros Lima Silva</w:t>
      </w:r>
      <w:r w:rsidR="00690F76">
        <w:rPr>
          <w:rFonts w:cs="Arial"/>
          <w:color w:val="000000"/>
        </w:rPr>
        <w:t>.</w:t>
      </w:r>
    </w:p>
    <w:p w14:paraId="5837DC6A" w14:textId="135B9CF0" w:rsidR="006536C1" w:rsidRPr="00DA4325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D817AC">
        <w:rPr>
          <w:rFonts w:cs="Arial"/>
          <w:color w:val="000000"/>
        </w:rPr>
        <w:t>Projeto Aprovado por aclamação</w:t>
      </w:r>
      <w:r w:rsidR="004F4FBB">
        <w:rPr>
          <w:rFonts w:cs="Arial"/>
          <w:color w:val="000000"/>
        </w:rPr>
        <w:t>.</w:t>
      </w:r>
    </w:p>
    <w:p w14:paraId="3C054BCC" w14:textId="77777777" w:rsidR="00662A98" w:rsidRDefault="00662A98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9C493BE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A2E3E6E" w14:textId="4F92D641" w:rsidR="00690F76" w:rsidRDefault="00690F76" w:rsidP="00690F76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 xml:space="preserve">Discussão única do </w:t>
      </w:r>
      <w:r w:rsidR="00296244" w:rsidRPr="00E51A43">
        <w:rPr>
          <w:rFonts w:cs="Arial"/>
          <w:b/>
          <w:color w:val="000000"/>
          <w:u w:val="single"/>
        </w:rPr>
        <w:t xml:space="preserve">PLL nº </w:t>
      </w:r>
      <w:r w:rsidR="00296244">
        <w:rPr>
          <w:rFonts w:cs="Arial"/>
          <w:b/>
          <w:color w:val="000000"/>
          <w:u w:val="single"/>
        </w:rPr>
        <w:t>108</w:t>
      </w:r>
      <w:r w:rsidR="00296244" w:rsidRPr="00E51A43">
        <w:rPr>
          <w:rFonts w:cs="Arial"/>
          <w:b/>
          <w:color w:val="000000"/>
          <w:u w:val="single"/>
        </w:rPr>
        <w:t>/2025 - Projeto de Lei do Legislativo</w:t>
      </w:r>
    </w:p>
    <w:p w14:paraId="7A3261E6" w14:textId="18EC49AB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 xml:space="preserve">: </w:t>
      </w:r>
      <w:r w:rsidR="00296244">
        <w:rPr>
          <w:rFonts w:cs="Arial"/>
          <w:color w:val="000000"/>
        </w:rPr>
        <w:t xml:space="preserve">Vereador </w:t>
      </w:r>
      <w:proofErr w:type="spellStart"/>
      <w:r w:rsidR="00296244">
        <w:rPr>
          <w:rFonts w:cs="Arial"/>
          <w:color w:val="000000"/>
        </w:rPr>
        <w:t>Juex</w:t>
      </w:r>
      <w:proofErr w:type="spellEnd"/>
      <w:r w:rsidR="00296244">
        <w:rPr>
          <w:rFonts w:cs="Arial"/>
          <w:color w:val="000000"/>
        </w:rPr>
        <w:t xml:space="preserve"> Almeida</w:t>
      </w:r>
      <w:r w:rsidR="00690F76">
        <w:rPr>
          <w:rFonts w:cs="Arial"/>
          <w:color w:val="000000"/>
        </w:rPr>
        <w:t>.</w:t>
      </w:r>
    </w:p>
    <w:p w14:paraId="79E29C67" w14:textId="3461A2DA" w:rsidR="006536C1" w:rsidRDefault="006536C1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 xml:space="preserve">: </w:t>
      </w:r>
      <w:r w:rsidR="00296244" w:rsidRPr="000645E2">
        <w:rPr>
          <w:rFonts w:cs="Arial"/>
          <w:color w:val="000000"/>
        </w:rPr>
        <w:t xml:space="preserve">Institui a Política Municipal de </w:t>
      </w:r>
      <w:proofErr w:type="spellStart"/>
      <w:r w:rsidR="00296244" w:rsidRPr="000645E2">
        <w:rPr>
          <w:rFonts w:cs="Arial"/>
          <w:color w:val="000000"/>
        </w:rPr>
        <w:t>Videomonitoramento</w:t>
      </w:r>
      <w:proofErr w:type="spellEnd"/>
      <w:r w:rsidR="00296244" w:rsidRPr="000645E2">
        <w:rPr>
          <w:rFonts w:cs="Arial"/>
          <w:color w:val="000000"/>
        </w:rPr>
        <w:t xml:space="preserve"> Colaborativo no Município de Jacareí e dá outras providências</w:t>
      </w:r>
      <w:r w:rsidR="00690F76">
        <w:rPr>
          <w:rFonts w:cs="Arial"/>
          <w:color w:val="000000"/>
        </w:rPr>
        <w:t>.</w:t>
      </w:r>
    </w:p>
    <w:p w14:paraId="05971255" w14:textId="6296CE4B" w:rsidR="006536C1" w:rsidRPr="00DA4325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9B2307">
        <w:rPr>
          <w:rFonts w:cs="Arial"/>
          <w:color w:val="000000"/>
        </w:rPr>
        <w:t xml:space="preserve">Projeto </w:t>
      </w:r>
      <w:r w:rsidR="004336F4">
        <w:rPr>
          <w:rFonts w:cs="Arial"/>
          <w:color w:val="000000"/>
        </w:rPr>
        <w:t>Aprovado</w:t>
      </w:r>
      <w:r w:rsidR="00296244">
        <w:rPr>
          <w:rFonts w:cs="Arial"/>
          <w:color w:val="000000"/>
        </w:rPr>
        <w:t>, com Emenda nº 1</w:t>
      </w:r>
      <w:r w:rsidR="002C59CD">
        <w:rPr>
          <w:rFonts w:cs="Arial"/>
          <w:color w:val="000000"/>
        </w:rPr>
        <w:t>.</w:t>
      </w:r>
    </w:p>
    <w:p w14:paraId="6F2C42DB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0FA7048C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BDEF981" w14:textId="1ADC415B" w:rsidR="00296244" w:rsidRDefault="00296244" w:rsidP="00296244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 xml:space="preserve">Discussão única do </w:t>
      </w:r>
      <w:r w:rsidRPr="00E51A43">
        <w:rPr>
          <w:rFonts w:cs="Arial"/>
          <w:b/>
          <w:color w:val="000000"/>
          <w:u w:val="single"/>
        </w:rPr>
        <w:t xml:space="preserve">PLL nº </w:t>
      </w:r>
      <w:r>
        <w:rPr>
          <w:rFonts w:cs="Arial"/>
          <w:b/>
          <w:color w:val="000000"/>
          <w:u w:val="single"/>
        </w:rPr>
        <w:t>123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</w:p>
    <w:p w14:paraId="6416B156" w14:textId="6B07C83B" w:rsidR="00296244" w:rsidRDefault="00296244" w:rsidP="0029624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 xml:space="preserve">: Vereadores </w:t>
      </w:r>
      <w:proofErr w:type="spellStart"/>
      <w:r>
        <w:rPr>
          <w:rFonts w:cs="Arial"/>
          <w:color w:val="000000"/>
        </w:rPr>
        <w:t>Netho</w:t>
      </w:r>
      <w:proofErr w:type="spellEnd"/>
      <w:r>
        <w:rPr>
          <w:rFonts w:cs="Arial"/>
          <w:color w:val="000000"/>
        </w:rPr>
        <w:t xml:space="preserve"> Alves e Valmir do Parque Meia Lua.</w:t>
      </w:r>
    </w:p>
    <w:p w14:paraId="559E2A99" w14:textId="5E3BA9EF" w:rsidR="00296244" w:rsidRDefault="00296244" w:rsidP="0029624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 xml:space="preserve">: </w:t>
      </w:r>
      <w:r w:rsidR="004336F4" w:rsidRPr="00F2452F">
        <w:rPr>
          <w:rFonts w:cs="Arial"/>
          <w:color w:val="000000"/>
        </w:rPr>
        <w:t>Inclui no Calendário Oficial do Município de Jacareí a Festa de São Miguel Arcanjo, da Igreja de São Miguel</w:t>
      </w:r>
      <w:r>
        <w:rPr>
          <w:rFonts w:cs="Arial"/>
          <w:color w:val="000000"/>
        </w:rPr>
        <w:t>.</w:t>
      </w:r>
    </w:p>
    <w:p w14:paraId="2FD5212D" w14:textId="32ABFE2F" w:rsidR="00296244" w:rsidRPr="00DA4325" w:rsidRDefault="00296244" w:rsidP="0029624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9B2307">
        <w:rPr>
          <w:rFonts w:cs="Arial"/>
          <w:color w:val="000000"/>
        </w:rPr>
        <w:t xml:space="preserve">Projeto </w:t>
      </w:r>
      <w:r w:rsidR="00172E40">
        <w:rPr>
          <w:rFonts w:cs="Arial"/>
          <w:color w:val="000000"/>
        </w:rPr>
        <w:t>Aprovado</w:t>
      </w:r>
      <w:r>
        <w:rPr>
          <w:rFonts w:cs="Arial"/>
          <w:color w:val="000000"/>
        </w:rPr>
        <w:t>, com Emenda nº 1.</w:t>
      </w:r>
    </w:p>
    <w:p w14:paraId="2984EF59" w14:textId="77777777" w:rsidR="00296244" w:rsidRDefault="00296244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E667CEA" w14:textId="77777777" w:rsidR="00296244" w:rsidRDefault="00296244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6CAE114" w14:textId="29134BDF" w:rsidR="00690F76" w:rsidRDefault="00690F76" w:rsidP="00690F76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 xml:space="preserve">Discussão única do </w:t>
      </w:r>
      <w:r w:rsidR="00296244" w:rsidRPr="00E51A43">
        <w:rPr>
          <w:rFonts w:cs="Arial"/>
          <w:b/>
          <w:color w:val="000000"/>
          <w:u w:val="single"/>
        </w:rPr>
        <w:t>PL</w:t>
      </w:r>
      <w:r w:rsidR="00296244">
        <w:rPr>
          <w:rFonts w:cs="Arial"/>
          <w:b/>
          <w:color w:val="000000"/>
          <w:u w:val="single"/>
        </w:rPr>
        <w:t>E</w:t>
      </w:r>
      <w:r w:rsidR="00296244" w:rsidRPr="00E51A43">
        <w:rPr>
          <w:rFonts w:cs="Arial"/>
          <w:b/>
          <w:color w:val="000000"/>
          <w:u w:val="single"/>
        </w:rPr>
        <w:t xml:space="preserve"> nº </w:t>
      </w:r>
      <w:r w:rsidR="00296244">
        <w:rPr>
          <w:rFonts w:cs="Arial"/>
          <w:b/>
          <w:color w:val="000000"/>
          <w:u w:val="single"/>
        </w:rPr>
        <w:t>43</w:t>
      </w:r>
      <w:r w:rsidR="00296244" w:rsidRPr="00E51A43">
        <w:rPr>
          <w:rFonts w:cs="Arial"/>
          <w:b/>
          <w:color w:val="000000"/>
          <w:u w:val="single"/>
        </w:rPr>
        <w:t xml:space="preserve">/2025 - Projeto de Lei do </w:t>
      </w:r>
      <w:r w:rsidR="00296244">
        <w:rPr>
          <w:rFonts w:cs="Arial"/>
          <w:b/>
          <w:color w:val="000000"/>
          <w:u w:val="single"/>
        </w:rPr>
        <w:t>Executivo</w:t>
      </w:r>
    </w:p>
    <w:p w14:paraId="14EE3792" w14:textId="12695DA7" w:rsidR="00690F76" w:rsidRDefault="00585F7B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 xml:space="preserve">: </w:t>
      </w:r>
      <w:r w:rsidR="00296244">
        <w:rPr>
          <w:rFonts w:cs="Arial"/>
          <w:color w:val="000000"/>
        </w:rPr>
        <w:t>Prefeito Municipal Celso Florêncio de Souza</w:t>
      </w:r>
      <w:r w:rsidR="00690F76">
        <w:rPr>
          <w:rFonts w:cs="Arial"/>
          <w:color w:val="000000"/>
        </w:rPr>
        <w:t>.</w:t>
      </w:r>
    </w:p>
    <w:p w14:paraId="3706999E" w14:textId="688D07D0" w:rsidR="00585F7B" w:rsidRDefault="00585F7B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 xml:space="preserve">: </w:t>
      </w:r>
      <w:r w:rsidR="00296244" w:rsidRPr="00DF04E5">
        <w:rPr>
          <w:rFonts w:cs="Arial"/>
          <w:color w:val="000000"/>
        </w:rPr>
        <w:t>Altera a Lei nº 6.116, de 13 de abril de 2017, que cria a Secretaria de Esportes e Recreação, estabelece a estrutura administrativa, os cargos de provimento em comissão e dá outras providências</w:t>
      </w:r>
      <w:r w:rsidR="00690F76">
        <w:rPr>
          <w:rFonts w:cs="Arial"/>
          <w:color w:val="000000"/>
        </w:rPr>
        <w:t>.</w:t>
      </w:r>
    </w:p>
    <w:p w14:paraId="13401306" w14:textId="77691120" w:rsidR="00585F7B" w:rsidRPr="00DA4325" w:rsidRDefault="00585F7B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2C59CD">
        <w:rPr>
          <w:rFonts w:cs="Arial"/>
          <w:color w:val="000000"/>
        </w:rPr>
        <w:t>Projeto</w:t>
      </w:r>
      <w:r w:rsidR="00296244">
        <w:rPr>
          <w:rFonts w:cs="Arial"/>
          <w:color w:val="000000"/>
        </w:rPr>
        <w:t xml:space="preserve"> </w:t>
      </w:r>
      <w:r w:rsidR="00075F4A">
        <w:rPr>
          <w:rFonts w:cs="Arial"/>
          <w:color w:val="000000"/>
        </w:rPr>
        <w:t>Aprovado</w:t>
      </w:r>
      <w:r w:rsidR="002C59CD">
        <w:rPr>
          <w:rFonts w:cs="Arial"/>
          <w:color w:val="000000"/>
        </w:rPr>
        <w:t>.</w:t>
      </w:r>
    </w:p>
    <w:p w14:paraId="3C434F58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5CCA1AE" w14:textId="77777777" w:rsidR="00296244" w:rsidRDefault="00296244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2912313" w14:textId="0ACDA5AB" w:rsidR="00296244" w:rsidRDefault="00296244" w:rsidP="00296244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 xml:space="preserve">Discussão única do </w:t>
      </w:r>
      <w:r w:rsidRPr="00E51A43">
        <w:rPr>
          <w:rFonts w:cs="Arial"/>
          <w:b/>
          <w:color w:val="000000"/>
          <w:u w:val="single"/>
        </w:rPr>
        <w:t>PL</w:t>
      </w:r>
      <w:r>
        <w:rPr>
          <w:rFonts w:cs="Arial"/>
          <w:b/>
          <w:color w:val="000000"/>
          <w:u w:val="single"/>
        </w:rPr>
        <w:t>E</w:t>
      </w:r>
      <w:r w:rsidRPr="00E51A43">
        <w:rPr>
          <w:rFonts w:cs="Arial"/>
          <w:b/>
          <w:color w:val="000000"/>
          <w:u w:val="single"/>
        </w:rPr>
        <w:t xml:space="preserve"> nº </w:t>
      </w:r>
      <w:r>
        <w:rPr>
          <w:rFonts w:cs="Arial"/>
          <w:b/>
          <w:color w:val="000000"/>
          <w:u w:val="single"/>
        </w:rPr>
        <w:t>44</w:t>
      </w:r>
      <w:r w:rsidRPr="00E51A43">
        <w:rPr>
          <w:rFonts w:cs="Arial"/>
          <w:b/>
          <w:color w:val="000000"/>
          <w:u w:val="single"/>
        </w:rPr>
        <w:t xml:space="preserve">/2025 - Projeto de Lei do </w:t>
      </w:r>
      <w:r>
        <w:rPr>
          <w:rFonts w:cs="Arial"/>
          <w:b/>
          <w:color w:val="000000"/>
          <w:u w:val="single"/>
        </w:rPr>
        <w:t>Executivo</w:t>
      </w:r>
    </w:p>
    <w:p w14:paraId="44FB8949" w14:textId="77777777" w:rsidR="00296244" w:rsidRDefault="00296244" w:rsidP="0029624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>: Prefeito Municipal Celso Florêncio de Souza.</w:t>
      </w:r>
    </w:p>
    <w:p w14:paraId="00CE9941" w14:textId="663783DF" w:rsidR="00296244" w:rsidRDefault="00296244" w:rsidP="0029624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 xml:space="preserve">: </w:t>
      </w:r>
      <w:r w:rsidRPr="001E4E32">
        <w:rPr>
          <w:rFonts w:cs="Arial"/>
          <w:color w:val="000000"/>
        </w:rPr>
        <w:t>Altera a Lei nº 4.831, de 7 de janeiro de 2005, que cria o Conselho Municipal de Habitação e Desenvolvimento Urbano – CMHDU, o Fundo Municipal de Desenvolvimento Habitacional e Urbano e dá outras disposições</w:t>
      </w:r>
      <w:r>
        <w:rPr>
          <w:rFonts w:cs="Arial"/>
          <w:color w:val="000000"/>
        </w:rPr>
        <w:t>.</w:t>
      </w:r>
    </w:p>
    <w:p w14:paraId="10D9FD07" w14:textId="7483D08A" w:rsidR="00296244" w:rsidRPr="00DA4325" w:rsidRDefault="00296244" w:rsidP="0029624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Projeto </w:t>
      </w:r>
      <w:r w:rsidR="00CE63F2">
        <w:rPr>
          <w:rFonts w:cs="Arial"/>
          <w:color w:val="000000"/>
        </w:rPr>
        <w:t>Aprovado</w:t>
      </w:r>
      <w:r>
        <w:rPr>
          <w:rFonts w:cs="Arial"/>
          <w:color w:val="000000"/>
        </w:rPr>
        <w:t>.</w:t>
      </w:r>
    </w:p>
    <w:p w14:paraId="292B6E31" w14:textId="502E9FA4" w:rsidR="00D817AC" w:rsidRDefault="00296244" w:rsidP="00D817AC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lastRenderedPageBreak/>
        <w:t>Segunda</w:t>
      </w:r>
      <w:r w:rsidR="00D817AC">
        <w:rPr>
          <w:rFonts w:cs="Arial"/>
          <w:b/>
          <w:color w:val="000000"/>
          <w:u w:val="single"/>
        </w:rPr>
        <w:t xml:space="preserve"> discussão do PLCL nº 1/2025 - Projeto de Lei Complementar do Legislativo</w:t>
      </w:r>
    </w:p>
    <w:p w14:paraId="022F1942" w14:textId="77777777" w:rsidR="00D817AC" w:rsidRDefault="00D817AC" w:rsidP="00D817A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>: Vereador Valmir do Parque Meia Lua.</w:t>
      </w:r>
    </w:p>
    <w:p w14:paraId="63E8A914" w14:textId="77777777" w:rsidR="00D817AC" w:rsidRDefault="00D817AC" w:rsidP="00D817A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>: Altera o § 3° do artigo 43 da Lei Complementar nº 68, de 17 de dezembro de 2008, que dispõe sobre o Código de Normas, Posturas e Instalações Municipais, relativamente à aplicação de multa quando do descarte irregular de resíduos em vias ou áreas públicas do Município.</w:t>
      </w:r>
    </w:p>
    <w:p w14:paraId="6FAB55A2" w14:textId="7E124F4F" w:rsidR="00D817AC" w:rsidRPr="00DA4325" w:rsidRDefault="00D817AC" w:rsidP="00D817A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Projeto</w:t>
      </w:r>
      <w:r w:rsidR="00296244">
        <w:rPr>
          <w:rFonts w:cs="Arial"/>
          <w:color w:val="000000"/>
        </w:rPr>
        <w:t xml:space="preserve"> </w:t>
      </w:r>
      <w:r w:rsidR="00C009F7">
        <w:rPr>
          <w:rFonts w:cs="Arial"/>
          <w:color w:val="000000"/>
        </w:rPr>
        <w:t>Aprovado</w:t>
      </w:r>
      <w:r w:rsidR="00296244">
        <w:rPr>
          <w:rFonts w:cs="Arial"/>
          <w:color w:val="000000"/>
        </w:rPr>
        <w:t>, em 2</w:t>
      </w:r>
      <w:r>
        <w:rPr>
          <w:rFonts w:cs="Arial"/>
          <w:color w:val="000000"/>
        </w:rPr>
        <w:t>ª votação.</w:t>
      </w:r>
    </w:p>
    <w:p w14:paraId="363A2BBC" w14:textId="77777777" w:rsidR="00D817AC" w:rsidRDefault="00D817AC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0AC9DB7" w14:textId="77777777" w:rsidR="00D817AC" w:rsidRDefault="00D817AC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2C0B22E" w14:textId="53A78CAD" w:rsidR="00690F76" w:rsidRDefault="00296244" w:rsidP="00690F76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 xml:space="preserve">Segunda </w:t>
      </w:r>
      <w:r w:rsidR="00690F76">
        <w:rPr>
          <w:rFonts w:cs="Arial"/>
          <w:b/>
          <w:color w:val="000000"/>
          <w:u w:val="single"/>
        </w:rPr>
        <w:t>discussão do PLE nº 37/2025 - Projeto de Lei do Executivo</w:t>
      </w:r>
    </w:p>
    <w:p w14:paraId="693E45CF" w14:textId="77777777" w:rsidR="00690F76" w:rsidRDefault="00690F76" w:rsidP="00690F76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>: Prefeito Municipal Celso Florêncio de Souza.</w:t>
      </w:r>
    </w:p>
    <w:p w14:paraId="1509180E" w14:textId="1E6E4C33" w:rsidR="00690F76" w:rsidRDefault="00690F76" w:rsidP="00690F76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>: Estima a receita e fixa a despesa do Município de Jacareí para o exercício de 2026.</w:t>
      </w:r>
    </w:p>
    <w:p w14:paraId="18EC7C3F" w14:textId="59B15BF4" w:rsidR="00690F76" w:rsidRPr="00DA4325" w:rsidRDefault="00690F76" w:rsidP="00690F76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2C59CD">
        <w:rPr>
          <w:rFonts w:cs="Arial"/>
          <w:color w:val="000000"/>
        </w:rPr>
        <w:t>Projeto</w:t>
      </w:r>
      <w:r w:rsidR="00296244">
        <w:rPr>
          <w:rFonts w:cs="Arial"/>
          <w:color w:val="000000"/>
        </w:rPr>
        <w:t xml:space="preserve"> </w:t>
      </w:r>
      <w:r w:rsidR="00C73CD2">
        <w:rPr>
          <w:rFonts w:cs="Arial"/>
          <w:color w:val="000000"/>
        </w:rPr>
        <w:t>Aprovado</w:t>
      </w:r>
      <w:r w:rsidR="002C59CD">
        <w:rPr>
          <w:rFonts w:cs="Arial"/>
          <w:color w:val="000000"/>
        </w:rPr>
        <w:t xml:space="preserve">, em </w:t>
      </w:r>
      <w:r w:rsidR="00296244">
        <w:rPr>
          <w:rFonts w:cs="Arial"/>
          <w:color w:val="000000"/>
        </w:rPr>
        <w:t>2</w:t>
      </w:r>
      <w:r w:rsidR="00BA0702">
        <w:rPr>
          <w:rFonts w:cs="Arial"/>
          <w:color w:val="000000"/>
        </w:rPr>
        <w:t>ª votação, com Emendas Impositivas.</w:t>
      </w:r>
    </w:p>
    <w:p w14:paraId="7CD79266" w14:textId="77777777" w:rsidR="00585F7B" w:rsidRDefault="00585F7B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6CC75F0" w14:textId="77777777" w:rsidR="00690F76" w:rsidRDefault="00690F76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4147A8B" w14:textId="13804BFF" w:rsidR="00296244" w:rsidRDefault="00296244" w:rsidP="00296244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 xml:space="preserve">Discussão única do PR </w:t>
      </w:r>
      <w:r w:rsidRPr="00E51A43">
        <w:rPr>
          <w:rFonts w:cs="Arial"/>
          <w:b/>
          <w:color w:val="000000"/>
          <w:u w:val="single"/>
        </w:rPr>
        <w:t xml:space="preserve">nº </w:t>
      </w:r>
      <w:r>
        <w:rPr>
          <w:rFonts w:cs="Arial"/>
          <w:b/>
          <w:color w:val="000000"/>
          <w:u w:val="single"/>
        </w:rPr>
        <w:t>3</w:t>
      </w:r>
      <w:r w:rsidRPr="00E51A43">
        <w:rPr>
          <w:rFonts w:cs="Arial"/>
          <w:b/>
          <w:color w:val="000000"/>
          <w:u w:val="single"/>
        </w:rPr>
        <w:t xml:space="preserve">/2025 - Projeto de </w:t>
      </w:r>
      <w:r>
        <w:rPr>
          <w:rFonts w:cs="Arial"/>
          <w:b/>
          <w:color w:val="000000"/>
          <w:u w:val="single"/>
        </w:rPr>
        <w:t>Resolução</w:t>
      </w:r>
    </w:p>
    <w:p w14:paraId="50AE2101" w14:textId="77777777" w:rsidR="00296244" w:rsidRPr="00DA4325" w:rsidRDefault="00296244" w:rsidP="00296244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Mesa Diretora do Legislativo.</w:t>
      </w:r>
    </w:p>
    <w:p w14:paraId="4334FC9A" w14:textId="782EB3BE" w:rsidR="00296244" w:rsidRPr="00DA4325" w:rsidRDefault="00296244" w:rsidP="00296244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Pr="00000808">
        <w:rPr>
          <w:rFonts w:cs="Arial"/>
          <w:color w:val="000000"/>
        </w:rPr>
        <w:t>Cria a GDA de Promotor da Segurança e Prevenção no Trabalho no âmbito da Câmara Municipal de Jacareí, e dá outras providências</w:t>
      </w:r>
      <w:r>
        <w:rPr>
          <w:rFonts w:cs="Arial"/>
          <w:color w:val="000000"/>
        </w:rPr>
        <w:t>.</w:t>
      </w:r>
    </w:p>
    <w:p w14:paraId="62CB8698" w14:textId="54875BF4" w:rsidR="00296244" w:rsidRPr="00DA4325" w:rsidRDefault="00296244" w:rsidP="0029624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Projeto </w:t>
      </w:r>
      <w:r w:rsidR="00C73CD2">
        <w:rPr>
          <w:rFonts w:cs="Arial"/>
          <w:color w:val="000000"/>
        </w:rPr>
        <w:t>Aprovado</w:t>
      </w:r>
      <w:r>
        <w:rPr>
          <w:rFonts w:cs="Arial"/>
          <w:color w:val="000000"/>
        </w:rPr>
        <w:t>.</w:t>
      </w:r>
    </w:p>
    <w:p w14:paraId="2CD5619D" w14:textId="77777777" w:rsidR="00690F76" w:rsidRDefault="00690F76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10E8D51" w14:textId="77777777" w:rsidR="00690F76" w:rsidRDefault="00690F76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0606D10" w14:textId="176E3A8F" w:rsidR="00296244" w:rsidRDefault="00296244" w:rsidP="00296244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 xml:space="preserve">Discussão única do </w:t>
      </w:r>
      <w:r w:rsidR="00D508CE">
        <w:rPr>
          <w:rFonts w:cs="Arial"/>
          <w:b/>
          <w:color w:val="000000"/>
          <w:u w:val="single"/>
        </w:rPr>
        <w:t xml:space="preserve">PLL </w:t>
      </w:r>
      <w:r w:rsidR="00D508CE" w:rsidRPr="00E51A43">
        <w:rPr>
          <w:rFonts w:cs="Arial"/>
          <w:b/>
          <w:color w:val="000000"/>
          <w:u w:val="single"/>
        </w:rPr>
        <w:t xml:space="preserve">nº </w:t>
      </w:r>
      <w:r w:rsidR="00D508CE">
        <w:rPr>
          <w:rFonts w:cs="Arial"/>
          <w:b/>
          <w:color w:val="000000"/>
          <w:u w:val="single"/>
        </w:rPr>
        <w:t>142</w:t>
      </w:r>
      <w:r w:rsidR="00D508CE" w:rsidRPr="00E51A43">
        <w:rPr>
          <w:rFonts w:cs="Arial"/>
          <w:b/>
          <w:color w:val="000000"/>
          <w:u w:val="single"/>
        </w:rPr>
        <w:t xml:space="preserve">/2025 - Projeto de </w:t>
      </w:r>
      <w:r w:rsidR="00D508CE">
        <w:rPr>
          <w:rFonts w:cs="Arial"/>
          <w:b/>
          <w:color w:val="000000"/>
          <w:u w:val="single"/>
        </w:rPr>
        <w:t>Lei do Legislativo</w:t>
      </w:r>
    </w:p>
    <w:p w14:paraId="1E44E6E4" w14:textId="77777777" w:rsidR="00296244" w:rsidRPr="00DA4325" w:rsidRDefault="00296244" w:rsidP="00296244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Mesa Diretora do Legislativo.</w:t>
      </w:r>
    </w:p>
    <w:p w14:paraId="545A77C4" w14:textId="64A6BD47" w:rsidR="00296244" w:rsidRPr="00DA4325" w:rsidRDefault="00296244" w:rsidP="00296244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D508CE" w:rsidRPr="00DD2AAD">
        <w:rPr>
          <w:rFonts w:cs="Arial"/>
          <w:color w:val="000000"/>
        </w:rPr>
        <w:t>Altera a Lei nº 6.723, de 10/04/2025, referente aos valores de GDA da Câmara Municipal de Jacareí e dá outras providências</w:t>
      </w:r>
      <w:r>
        <w:rPr>
          <w:rFonts w:cs="Arial"/>
          <w:color w:val="000000"/>
        </w:rPr>
        <w:t>.</w:t>
      </w:r>
    </w:p>
    <w:p w14:paraId="2DB18A39" w14:textId="5E933CE2" w:rsidR="00296244" w:rsidRPr="00DA4325" w:rsidRDefault="00296244" w:rsidP="0029624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Projeto </w:t>
      </w:r>
      <w:r w:rsidR="00C73CD2">
        <w:rPr>
          <w:rFonts w:cs="Arial"/>
          <w:color w:val="000000"/>
        </w:rPr>
        <w:t>Aprovado</w:t>
      </w:r>
      <w:bookmarkStart w:id="0" w:name="_GoBack"/>
      <w:bookmarkEnd w:id="0"/>
      <w:r>
        <w:rPr>
          <w:rFonts w:cs="Arial"/>
          <w:color w:val="000000"/>
        </w:rPr>
        <w:t>.</w:t>
      </w:r>
    </w:p>
    <w:p w14:paraId="765028A0" w14:textId="77777777" w:rsidR="00690F76" w:rsidRDefault="00690F76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39BACDB" w14:textId="77777777" w:rsidR="006E3E9B" w:rsidRDefault="006E3E9B" w:rsidP="0016238A">
      <w:pPr>
        <w:jc w:val="right"/>
        <w:rPr>
          <w:rFonts w:cs="Arial"/>
          <w:b/>
          <w:sz w:val="23"/>
          <w:szCs w:val="23"/>
        </w:rPr>
      </w:pPr>
    </w:p>
    <w:p w14:paraId="242BE5C9" w14:textId="77777777" w:rsidR="00FC0689" w:rsidRPr="003162A7" w:rsidRDefault="00FC0689" w:rsidP="0016238A">
      <w:pPr>
        <w:jc w:val="right"/>
        <w:rPr>
          <w:rFonts w:cs="Arial"/>
          <w:b/>
          <w:sz w:val="23"/>
          <w:szCs w:val="23"/>
        </w:rPr>
      </w:pPr>
    </w:p>
    <w:p w14:paraId="7D463826" w14:textId="77777777" w:rsidR="00FA3610" w:rsidRPr="00DA4325" w:rsidRDefault="00FA3610" w:rsidP="0016238A">
      <w:pPr>
        <w:jc w:val="right"/>
        <w:rPr>
          <w:rFonts w:cs="Arial"/>
          <w:b/>
        </w:rPr>
      </w:pPr>
      <w:r w:rsidRPr="00DA4325">
        <w:rPr>
          <w:rFonts w:cs="Arial"/>
          <w:b/>
        </w:rPr>
        <w:t>Felipe Santos de Lima</w:t>
      </w:r>
    </w:p>
    <w:p w14:paraId="4D54D9CD" w14:textId="3375B833" w:rsidR="00FA3610" w:rsidRPr="00DA4325" w:rsidRDefault="00FA3610" w:rsidP="0016238A">
      <w:pPr>
        <w:jc w:val="right"/>
        <w:rPr>
          <w:rFonts w:cs="Arial"/>
        </w:rPr>
      </w:pPr>
      <w:r w:rsidRPr="00DA4325">
        <w:rPr>
          <w:rFonts w:cs="Arial"/>
        </w:rPr>
        <w:t>Secretário-Diretor Legislativo</w:t>
      </w:r>
    </w:p>
    <w:sectPr w:rsidR="00FA3610" w:rsidRPr="00DA4325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6210A640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296244">
      <w:rPr>
        <w:rFonts w:cs="Arial"/>
        <w:b/>
        <w:sz w:val="20"/>
        <w:szCs w:val="20"/>
        <w:u w:val="single"/>
      </w:rPr>
      <w:t>40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296244">
      <w:rPr>
        <w:rFonts w:cs="Arial"/>
        <w:b/>
        <w:sz w:val="20"/>
        <w:szCs w:val="20"/>
        <w:u w:val="single"/>
      </w:rPr>
      <w:t>11</w:t>
    </w:r>
    <w:r w:rsidR="000C342E">
      <w:rPr>
        <w:rFonts w:cs="Arial"/>
        <w:b/>
        <w:sz w:val="20"/>
        <w:szCs w:val="20"/>
        <w:u w:val="single"/>
      </w:rPr>
      <w:t>/</w:t>
    </w:r>
    <w:r w:rsidR="00690F76">
      <w:rPr>
        <w:rFonts w:cs="Arial"/>
        <w:b/>
        <w:sz w:val="20"/>
        <w:szCs w:val="20"/>
        <w:u w:val="single"/>
      </w:rPr>
      <w:t>12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321E91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321E91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165"/>
    <w:rsid w:val="000235F1"/>
    <w:rsid w:val="00024775"/>
    <w:rsid w:val="0002482B"/>
    <w:rsid w:val="00025CF9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20B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590"/>
    <w:rsid w:val="00073E9A"/>
    <w:rsid w:val="000747BA"/>
    <w:rsid w:val="00074C79"/>
    <w:rsid w:val="00074D9F"/>
    <w:rsid w:val="00075474"/>
    <w:rsid w:val="000755C7"/>
    <w:rsid w:val="0007590C"/>
    <w:rsid w:val="000759E6"/>
    <w:rsid w:val="00075F4A"/>
    <w:rsid w:val="00075FBE"/>
    <w:rsid w:val="00081A58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1F7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3A5"/>
    <w:rsid w:val="000B3D79"/>
    <w:rsid w:val="000B540B"/>
    <w:rsid w:val="000B553D"/>
    <w:rsid w:val="000B5AA4"/>
    <w:rsid w:val="000B66A9"/>
    <w:rsid w:val="000B7026"/>
    <w:rsid w:val="000B722E"/>
    <w:rsid w:val="000C03CC"/>
    <w:rsid w:val="000C2804"/>
    <w:rsid w:val="000C342E"/>
    <w:rsid w:val="000C71FC"/>
    <w:rsid w:val="000D0D3F"/>
    <w:rsid w:val="000D2350"/>
    <w:rsid w:val="000D259E"/>
    <w:rsid w:val="000D37A6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45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24B3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38A"/>
    <w:rsid w:val="00162FBB"/>
    <w:rsid w:val="0016340A"/>
    <w:rsid w:val="00163724"/>
    <w:rsid w:val="00163988"/>
    <w:rsid w:val="00164676"/>
    <w:rsid w:val="001671DF"/>
    <w:rsid w:val="00167D0A"/>
    <w:rsid w:val="00167FCF"/>
    <w:rsid w:val="00170604"/>
    <w:rsid w:val="001722A0"/>
    <w:rsid w:val="00172E40"/>
    <w:rsid w:val="0017526C"/>
    <w:rsid w:val="00175D05"/>
    <w:rsid w:val="00176ACF"/>
    <w:rsid w:val="001770E7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5E8"/>
    <w:rsid w:val="001C2795"/>
    <w:rsid w:val="001C2AD6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49A9"/>
    <w:rsid w:val="001D6C1B"/>
    <w:rsid w:val="001D7D01"/>
    <w:rsid w:val="001E1226"/>
    <w:rsid w:val="001E187A"/>
    <w:rsid w:val="001E1AD4"/>
    <w:rsid w:val="001E2470"/>
    <w:rsid w:val="001E2B31"/>
    <w:rsid w:val="001E2BE9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5AA"/>
    <w:rsid w:val="00220E13"/>
    <w:rsid w:val="00220EAA"/>
    <w:rsid w:val="00221015"/>
    <w:rsid w:val="00221C1E"/>
    <w:rsid w:val="00222A3B"/>
    <w:rsid w:val="00222D66"/>
    <w:rsid w:val="002266A3"/>
    <w:rsid w:val="00226F64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52C1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58C9"/>
    <w:rsid w:val="002772CD"/>
    <w:rsid w:val="00277923"/>
    <w:rsid w:val="00280188"/>
    <w:rsid w:val="002845D9"/>
    <w:rsid w:val="00284D6A"/>
    <w:rsid w:val="002867BF"/>
    <w:rsid w:val="0029065B"/>
    <w:rsid w:val="00296244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9C4"/>
    <w:rsid w:val="002B3C08"/>
    <w:rsid w:val="002B4022"/>
    <w:rsid w:val="002B474E"/>
    <w:rsid w:val="002B4987"/>
    <w:rsid w:val="002B502F"/>
    <w:rsid w:val="002B5D12"/>
    <w:rsid w:val="002B7C01"/>
    <w:rsid w:val="002C04B9"/>
    <w:rsid w:val="002C0E78"/>
    <w:rsid w:val="002C4A71"/>
    <w:rsid w:val="002C59CD"/>
    <w:rsid w:val="002C6F56"/>
    <w:rsid w:val="002C71F7"/>
    <w:rsid w:val="002C7653"/>
    <w:rsid w:val="002D00A5"/>
    <w:rsid w:val="002D013C"/>
    <w:rsid w:val="002D13B9"/>
    <w:rsid w:val="002D1AC3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134"/>
    <w:rsid w:val="003122DA"/>
    <w:rsid w:val="0031256B"/>
    <w:rsid w:val="003157E3"/>
    <w:rsid w:val="003162A7"/>
    <w:rsid w:val="00316483"/>
    <w:rsid w:val="003164C9"/>
    <w:rsid w:val="00316AB9"/>
    <w:rsid w:val="00317400"/>
    <w:rsid w:val="00317783"/>
    <w:rsid w:val="00317945"/>
    <w:rsid w:val="00320225"/>
    <w:rsid w:val="00320954"/>
    <w:rsid w:val="00321E91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6634"/>
    <w:rsid w:val="00347DA7"/>
    <w:rsid w:val="00350C52"/>
    <w:rsid w:val="00351460"/>
    <w:rsid w:val="00354160"/>
    <w:rsid w:val="0035498C"/>
    <w:rsid w:val="00356627"/>
    <w:rsid w:val="00360316"/>
    <w:rsid w:val="00362C18"/>
    <w:rsid w:val="00364463"/>
    <w:rsid w:val="00365CC1"/>
    <w:rsid w:val="00367530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0116"/>
    <w:rsid w:val="003C22ED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36F4"/>
    <w:rsid w:val="00434144"/>
    <w:rsid w:val="00434DA6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4D1E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827"/>
    <w:rsid w:val="00487C0C"/>
    <w:rsid w:val="00491E68"/>
    <w:rsid w:val="0049259D"/>
    <w:rsid w:val="004926F3"/>
    <w:rsid w:val="004948C5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1914"/>
    <w:rsid w:val="004F2CA8"/>
    <w:rsid w:val="004F3ED1"/>
    <w:rsid w:val="004F4FBB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19D8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5F7B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0E1E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3AE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46E84"/>
    <w:rsid w:val="006517ED"/>
    <w:rsid w:val="00651E8E"/>
    <w:rsid w:val="00652427"/>
    <w:rsid w:val="006536C1"/>
    <w:rsid w:val="006554FC"/>
    <w:rsid w:val="0065589E"/>
    <w:rsid w:val="00660BA7"/>
    <w:rsid w:val="00662A98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6DAB"/>
    <w:rsid w:val="00687609"/>
    <w:rsid w:val="0068790F"/>
    <w:rsid w:val="00690F76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6FF0"/>
    <w:rsid w:val="006F704F"/>
    <w:rsid w:val="00700DD8"/>
    <w:rsid w:val="00701D76"/>
    <w:rsid w:val="0070200C"/>
    <w:rsid w:val="00702068"/>
    <w:rsid w:val="007033B7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455E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7DC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384E"/>
    <w:rsid w:val="00765A70"/>
    <w:rsid w:val="00766DD9"/>
    <w:rsid w:val="00767750"/>
    <w:rsid w:val="00767FE9"/>
    <w:rsid w:val="00771CA9"/>
    <w:rsid w:val="00771E2A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264"/>
    <w:rsid w:val="007A662A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26C9"/>
    <w:rsid w:val="007D282A"/>
    <w:rsid w:val="007D4FEE"/>
    <w:rsid w:val="007D51D4"/>
    <w:rsid w:val="007D5561"/>
    <w:rsid w:val="007D6F0C"/>
    <w:rsid w:val="007D760B"/>
    <w:rsid w:val="007E0064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6AC3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3E7B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D7893"/>
    <w:rsid w:val="008E1A84"/>
    <w:rsid w:val="008E1AA9"/>
    <w:rsid w:val="008E4E93"/>
    <w:rsid w:val="008E5954"/>
    <w:rsid w:val="008E65F6"/>
    <w:rsid w:val="008F0194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253A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422"/>
    <w:rsid w:val="00921BE7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2E4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75904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30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30F54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2F03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0EAC"/>
    <w:rsid w:val="00A836B6"/>
    <w:rsid w:val="00A84840"/>
    <w:rsid w:val="00A86867"/>
    <w:rsid w:val="00A86AFE"/>
    <w:rsid w:val="00A904DC"/>
    <w:rsid w:val="00A916D3"/>
    <w:rsid w:val="00A92173"/>
    <w:rsid w:val="00A92DCE"/>
    <w:rsid w:val="00A92F2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1AAB"/>
    <w:rsid w:val="00AC27BB"/>
    <w:rsid w:val="00AC3332"/>
    <w:rsid w:val="00AC33E4"/>
    <w:rsid w:val="00AC394C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030"/>
    <w:rsid w:val="00AF18FB"/>
    <w:rsid w:val="00AF1C61"/>
    <w:rsid w:val="00AF2B0D"/>
    <w:rsid w:val="00AF3AED"/>
    <w:rsid w:val="00AF409F"/>
    <w:rsid w:val="00AF563B"/>
    <w:rsid w:val="00AF595C"/>
    <w:rsid w:val="00AF5E08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179A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6F20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0702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16C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4831"/>
    <w:rsid w:val="00BD6159"/>
    <w:rsid w:val="00BE157E"/>
    <w:rsid w:val="00BE3484"/>
    <w:rsid w:val="00BE3EBA"/>
    <w:rsid w:val="00BE6118"/>
    <w:rsid w:val="00BF053A"/>
    <w:rsid w:val="00BF113E"/>
    <w:rsid w:val="00BF130A"/>
    <w:rsid w:val="00BF14FB"/>
    <w:rsid w:val="00BF2370"/>
    <w:rsid w:val="00BF4490"/>
    <w:rsid w:val="00BF4891"/>
    <w:rsid w:val="00BF74AD"/>
    <w:rsid w:val="00BF75AF"/>
    <w:rsid w:val="00BF7CD0"/>
    <w:rsid w:val="00C009F7"/>
    <w:rsid w:val="00C010DC"/>
    <w:rsid w:val="00C01363"/>
    <w:rsid w:val="00C02A0A"/>
    <w:rsid w:val="00C03284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0D2D"/>
    <w:rsid w:val="00C6437E"/>
    <w:rsid w:val="00C645AB"/>
    <w:rsid w:val="00C65224"/>
    <w:rsid w:val="00C65B04"/>
    <w:rsid w:val="00C6771F"/>
    <w:rsid w:val="00C67858"/>
    <w:rsid w:val="00C679A2"/>
    <w:rsid w:val="00C70914"/>
    <w:rsid w:val="00C72229"/>
    <w:rsid w:val="00C72A3F"/>
    <w:rsid w:val="00C73CD2"/>
    <w:rsid w:val="00C750C1"/>
    <w:rsid w:val="00C75222"/>
    <w:rsid w:val="00C757D9"/>
    <w:rsid w:val="00C75FE5"/>
    <w:rsid w:val="00C76760"/>
    <w:rsid w:val="00C771AD"/>
    <w:rsid w:val="00C8062E"/>
    <w:rsid w:val="00C82B43"/>
    <w:rsid w:val="00C854BE"/>
    <w:rsid w:val="00C85D84"/>
    <w:rsid w:val="00C8664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5F8A"/>
    <w:rsid w:val="00CC6B7F"/>
    <w:rsid w:val="00CC6D99"/>
    <w:rsid w:val="00CC71FB"/>
    <w:rsid w:val="00CD2D71"/>
    <w:rsid w:val="00CD2F62"/>
    <w:rsid w:val="00CD460E"/>
    <w:rsid w:val="00CD6E52"/>
    <w:rsid w:val="00CD7F7B"/>
    <w:rsid w:val="00CE218C"/>
    <w:rsid w:val="00CE5574"/>
    <w:rsid w:val="00CE63F2"/>
    <w:rsid w:val="00CE7B81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5A1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08CE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67BC2"/>
    <w:rsid w:val="00D7038C"/>
    <w:rsid w:val="00D729E4"/>
    <w:rsid w:val="00D73062"/>
    <w:rsid w:val="00D745D7"/>
    <w:rsid w:val="00D749B6"/>
    <w:rsid w:val="00D74B92"/>
    <w:rsid w:val="00D7717C"/>
    <w:rsid w:val="00D77E90"/>
    <w:rsid w:val="00D817AC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1B97"/>
    <w:rsid w:val="00DA3558"/>
    <w:rsid w:val="00DA4036"/>
    <w:rsid w:val="00DA4325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4F86"/>
    <w:rsid w:val="00DC5AC0"/>
    <w:rsid w:val="00DC5CE7"/>
    <w:rsid w:val="00DC6C62"/>
    <w:rsid w:val="00DD0EB1"/>
    <w:rsid w:val="00DD28BF"/>
    <w:rsid w:val="00DD2C98"/>
    <w:rsid w:val="00DD3682"/>
    <w:rsid w:val="00DD5A1E"/>
    <w:rsid w:val="00DD693B"/>
    <w:rsid w:val="00DD6CD7"/>
    <w:rsid w:val="00DE10D4"/>
    <w:rsid w:val="00DE1550"/>
    <w:rsid w:val="00DE1806"/>
    <w:rsid w:val="00DE1A5F"/>
    <w:rsid w:val="00DE3565"/>
    <w:rsid w:val="00DE409D"/>
    <w:rsid w:val="00DE4722"/>
    <w:rsid w:val="00DE4E17"/>
    <w:rsid w:val="00DE4E49"/>
    <w:rsid w:val="00DE4FAB"/>
    <w:rsid w:val="00DE6AD0"/>
    <w:rsid w:val="00DF04DF"/>
    <w:rsid w:val="00DF0CCD"/>
    <w:rsid w:val="00DF189F"/>
    <w:rsid w:val="00DF30FB"/>
    <w:rsid w:val="00DF4683"/>
    <w:rsid w:val="00DF4EEA"/>
    <w:rsid w:val="00DF622C"/>
    <w:rsid w:val="00DF678B"/>
    <w:rsid w:val="00DF6860"/>
    <w:rsid w:val="00DF6899"/>
    <w:rsid w:val="00DF6BBC"/>
    <w:rsid w:val="00E00DED"/>
    <w:rsid w:val="00E02DBF"/>
    <w:rsid w:val="00E0319C"/>
    <w:rsid w:val="00E032F0"/>
    <w:rsid w:val="00E03954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894"/>
    <w:rsid w:val="00E20E69"/>
    <w:rsid w:val="00E22EDD"/>
    <w:rsid w:val="00E24FC9"/>
    <w:rsid w:val="00E26F05"/>
    <w:rsid w:val="00E3025E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565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666C5"/>
    <w:rsid w:val="00E71C8A"/>
    <w:rsid w:val="00E7228F"/>
    <w:rsid w:val="00E73CF1"/>
    <w:rsid w:val="00E75ECF"/>
    <w:rsid w:val="00E76F82"/>
    <w:rsid w:val="00E814DE"/>
    <w:rsid w:val="00E8235F"/>
    <w:rsid w:val="00E824C6"/>
    <w:rsid w:val="00E825DC"/>
    <w:rsid w:val="00E8334F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319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656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4891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14D9A"/>
    <w:rsid w:val="00F152F7"/>
    <w:rsid w:val="00F17854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202"/>
    <w:rsid w:val="00F433D1"/>
    <w:rsid w:val="00F43968"/>
    <w:rsid w:val="00F4444D"/>
    <w:rsid w:val="00F44C43"/>
    <w:rsid w:val="00F44F6E"/>
    <w:rsid w:val="00F45C62"/>
    <w:rsid w:val="00F474B2"/>
    <w:rsid w:val="00F56A30"/>
    <w:rsid w:val="00F56AB3"/>
    <w:rsid w:val="00F600BC"/>
    <w:rsid w:val="00F60CA5"/>
    <w:rsid w:val="00F62FD9"/>
    <w:rsid w:val="00F63C27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944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A752D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385D"/>
    <w:rsid w:val="00FB7503"/>
    <w:rsid w:val="00FB7A69"/>
    <w:rsid w:val="00FC068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0F93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174081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244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F5934-71AF-4586-8478-5D8E36864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</Template>
  <TotalTime>597</TotalTime>
  <Pages>2</Pages>
  <Words>561</Words>
  <Characters>2982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3536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User</cp:lastModifiedBy>
  <cp:revision>92</cp:revision>
  <cp:lastPrinted>2025-12-11T20:23:00Z</cp:lastPrinted>
  <dcterms:created xsi:type="dcterms:W3CDTF">2025-10-22T15:41:00Z</dcterms:created>
  <dcterms:modified xsi:type="dcterms:W3CDTF">2025-12-11T20:23:00Z</dcterms:modified>
</cp:coreProperties>
</file>